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F07" w:rsidRPr="004F1F07" w:rsidRDefault="004F1F07" w:rsidP="004F1F07">
      <w:pPr>
        <w:widowControl w:val="0"/>
        <w:spacing w:after="0"/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</w:pPr>
      <w:r w:rsidRPr="004F1F07">
        <w:rPr>
          <w:rFonts w:ascii="Open Sans" w:eastAsia="Open Sans" w:hAnsi="Open Sans" w:cs="Open Sans"/>
          <w:b/>
          <w:color w:val="999999"/>
          <w:sz w:val="24"/>
          <w:szCs w:val="24"/>
          <w:highlight w:val="white"/>
        </w:rPr>
        <w:t>Innovation Curriculum</w:t>
      </w:r>
    </w:p>
    <w:p w:rsidR="004F1F07" w:rsidRPr="004F1F07" w:rsidRDefault="004F1F07" w:rsidP="004F1F07">
      <w:pPr>
        <w:widowControl w:val="0"/>
        <w:spacing w:after="0"/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</w:pPr>
      <w:r w:rsidRPr="004F1F07">
        <w:rPr>
          <w:rFonts w:ascii="Open Sans" w:eastAsia="Open Sans" w:hAnsi="Open Sans" w:cs="Open Sans"/>
          <w:b/>
          <w:color w:val="000000"/>
          <w:sz w:val="32"/>
          <w:szCs w:val="32"/>
          <w:highlight w:val="white"/>
        </w:rPr>
        <w:t>Appendix C: Deliverable 2 Template</w:t>
      </w:r>
    </w:p>
    <w:p w:rsidR="004F1F07" w:rsidRPr="004F1F07" w:rsidRDefault="004F1F07" w:rsidP="004F1F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4F1F07" w:rsidRPr="004F1F07" w:rsidTr="004F1F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4F1F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Name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4F1F07" w:rsidRPr="004F1F07" w:rsidTr="004F1F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4F1F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Team Member(s)</w:t>
            </w: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4F1F07" w:rsidRPr="004F1F07" w:rsidRDefault="004F1F07" w:rsidP="004F1F07">
      <w:pPr>
        <w:widowControl w:val="0"/>
        <w:spacing w:after="0"/>
        <w:rPr>
          <w:rFonts w:ascii="Open Sans" w:eastAsia="Open Sans" w:hAnsi="Open Sans" w:cs="Open Sans"/>
          <w:color w:val="000000"/>
          <w:sz w:val="24"/>
          <w:szCs w:val="24"/>
        </w:rPr>
      </w:pPr>
    </w:p>
    <w:tbl>
      <w:tblPr>
        <w:tblW w:w="8715" w:type="dxa"/>
        <w:tblInd w:w="1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5820"/>
      </w:tblGrid>
      <w:tr w:rsidR="004F1F07" w:rsidRPr="004F1F07" w:rsidTr="004F1F07"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 w:rsidRPr="004F1F07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Proposed Solution</w:t>
            </w:r>
            <w:r w:rsidRPr="004F1F07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br/>
              <w:t>Describe the design or concept you will test. Briefly summarize the research and brainstorming that led you to this solution.</w:t>
            </w: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07" w:rsidRPr="004F1F07" w:rsidRDefault="004F1F07" w:rsidP="004F1F07">
            <w:pPr>
              <w:widowControl w:val="0"/>
              <w:spacing w:after="0" w:line="240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:rsidR="00DB7AF9" w:rsidRPr="00F542BD" w:rsidRDefault="005725B0" w:rsidP="00F542BD">
      <w:bookmarkStart w:id="0" w:name="_GoBack"/>
      <w:bookmarkEnd w:id="0"/>
    </w:p>
    <w:sectPr w:rsidR="00DB7AF9" w:rsidRPr="00F542BD" w:rsidSect="00F542BD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5B0" w:rsidRDefault="005725B0" w:rsidP="00D6475C">
      <w:pPr>
        <w:spacing w:after="0" w:line="240" w:lineRule="auto"/>
      </w:pPr>
      <w:r>
        <w:separator/>
      </w:r>
    </w:p>
  </w:endnote>
  <w:endnote w:type="continuationSeparator" w:id="0">
    <w:p w:rsidR="005725B0" w:rsidRDefault="005725B0" w:rsidP="00D6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75C" w:rsidRDefault="00D6475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E6040" wp14:editId="763F5C2D">
          <wp:simplePos x="0" y="0"/>
          <wp:positionH relativeFrom="page">
            <wp:posOffset>9525</wp:posOffset>
          </wp:positionH>
          <wp:positionV relativeFrom="page">
            <wp:posOffset>9163685</wp:posOffset>
          </wp:positionV>
          <wp:extent cx="7872730" cy="91567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Default="00EF20F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C01DE2" wp14:editId="20476AC1">
          <wp:simplePos x="0" y="0"/>
          <wp:positionH relativeFrom="page">
            <wp:posOffset>9525</wp:posOffset>
          </wp:positionH>
          <wp:positionV relativeFrom="page">
            <wp:posOffset>9154160</wp:posOffset>
          </wp:positionV>
          <wp:extent cx="7872730" cy="915670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TC 8.5x11 template m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7273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5B0" w:rsidRDefault="005725B0" w:rsidP="00D6475C">
      <w:pPr>
        <w:spacing w:after="0" w:line="240" w:lineRule="auto"/>
      </w:pPr>
      <w:r>
        <w:separator/>
      </w:r>
    </w:p>
  </w:footnote>
  <w:footnote w:type="continuationSeparator" w:id="0">
    <w:p w:rsidR="005725B0" w:rsidRDefault="005725B0" w:rsidP="00D6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0F9" w:rsidRPr="00EF20F9" w:rsidRDefault="00671A14" w:rsidP="00EF20F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Innovation Curriculum, </w:t>
    </w:r>
    <w:r w:rsidRPr="00671A14">
      <w:rPr>
        <w:rFonts w:ascii="Calibri" w:eastAsia="Calibri" w:hAnsi="Calibri" w:cs="Calibri"/>
        <w:color w:val="000000"/>
      </w:rPr>
      <w:t xml:space="preserve">Appendix A: Challenge Statement </w:t>
    </w:r>
    <w:r w:rsidR="002359F9">
      <w:rPr>
        <w:rFonts w:ascii="Calibri" w:eastAsia="Calibri" w:hAnsi="Calibri" w:cs="Calibri"/>
        <w:color w:val="000000"/>
      </w:rPr>
      <w:t>3</w:t>
    </w:r>
    <w:r w:rsidR="00EF20F9" w:rsidRPr="00EF20F9">
      <w:rPr>
        <w:rFonts w:ascii="Calibri" w:eastAsia="Calibri" w:hAnsi="Calibri" w:cs="Calibri"/>
        <w:color w:val="000000"/>
      </w:rPr>
      <w:tab/>
      <w:t xml:space="preserve">Page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PAGE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F542BD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  <w:r w:rsidR="00EF20F9" w:rsidRPr="00EF20F9">
      <w:rPr>
        <w:rFonts w:ascii="Calibri" w:eastAsia="Calibri" w:hAnsi="Calibri" w:cs="Calibri"/>
        <w:color w:val="000000"/>
      </w:rPr>
      <w:t xml:space="preserve"> of 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begin"/>
    </w:r>
    <w:r w:rsidR="00EF20F9" w:rsidRPr="00EF20F9">
      <w:rPr>
        <w:rFonts w:ascii="Calibri" w:eastAsia="Calibri" w:hAnsi="Calibri" w:cs="Calibri"/>
        <w:b/>
        <w:bCs/>
        <w:color w:val="000000"/>
      </w:rPr>
      <w:instrText xml:space="preserve"> NUMPAGES  </w:instrTex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separate"/>
    </w:r>
    <w:r w:rsidR="00F542BD">
      <w:rPr>
        <w:rFonts w:ascii="Calibri" w:eastAsia="Calibri" w:hAnsi="Calibri" w:cs="Calibri"/>
        <w:b/>
        <w:bCs/>
        <w:noProof/>
        <w:color w:val="000000"/>
      </w:rPr>
      <w:t>2</w:t>
    </w:r>
    <w:r w:rsidR="00EF20F9" w:rsidRPr="00EF20F9">
      <w:rPr>
        <w:rFonts w:ascii="Calibri" w:eastAsia="Calibri" w:hAnsi="Calibri" w:cs="Calibri"/>
        <w:b/>
        <w:bCs/>
        <w:color w:val="000000"/>
        <w:sz w:val="24"/>
        <w:szCs w:val="24"/>
      </w:rPr>
      <w:fldChar w:fldCharType="end"/>
    </w:r>
  </w:p>
  <w:p w:rsidR="00EF20F9" w:rsidRDefault="00EF20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4264"/>
    <w:multiLevelType w:val="multilevel"/>
    <w:tmpl w:val="918646A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1">
    <w:nsid w:val="07EE599D"/>
    <w:multiLevelType w:val="multilevel"/>
    <w:tmpl w:val="2D8A59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2">
    <w:nsid w:val="0C107F79"/>
    <w:multiLevelType w:val="multilevel"/>
    <w:tmpl w:val="180282E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3">
    <w:nsid w:val="1B250539"/>
    <w:multiLevelType w:val="multilevel"/>
    <w:tmpl w:val="1748921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4">
    <w:nsid w:val="256B3445"/>
    <w:multiLevelType w:val="multilevel"/>
    <w:tmpl w:val="F73433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2DFC59F1"/>
    <w:multiLevelType w:val="multilevel"/>
    <w:tmpl w:val="5DE2066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6">
    <w:nsid w:val="2EED6950"/>
    <w:multiLevelType w:val="multilevel"/>
    <w:tmpl w:val="C0C4D6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327A2114"/>
    <w:multiLevelType w:val="multilevel"/>
    <w:tmpl w:val="884C2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4A8F144E"/>
    <w:multiLevelType w:val="multilevel"/>
    <w:tmpl w:val="6EAE96D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sz w:val="20"/>
        <w:szCs w:val="20"/>
      </w:rPr>
    </w:lvl>
  </w:abstractNum>
  <w:abstractNum w:abstractNumId="9">
    <w:nsid w:val="54CD7F5B"/>
    <w:multiLevelType w:val="multilevel"/>
    <w:tmpl w:val="1786F02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FF"/>
        <w:sz w:val="22"/>
        <w:szCs w:val="22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5AD27B1B"/>
    <w:multiLevelType w:val="multilevel"/>
    <w:tmpl w:val="0E2861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75E10024"/>
    <w:multiLevelType w:val="multilevel"/>
    <w:tmpl w:val="241488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1"/>
  </w:num>
  <w:num w:numId="7">
    <w:abstractNumId w:val="8"/>
  </w:num>
  <w:num w:numId="8">
    <w:abstractNumId w:val="10"/>
  </w:num>
  <w:num w:numId="9">
    <w:abstractNumId w:val="3"/>
  </w:num>
  <w:num w:numId="10">
    <w:abstractNumId w:val="0"/>
  </w:num>
  <w:num w:numId="11">
    <w:abstractNumId w:val="7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5C"/>
    <w:rsid w:val="001066A7"/>
    <w:rsid w:val="002359F9"/>
    <w:rsid w:val="00275EFB"/>
    <w:rsid w:val="00307739"/>
    <w:rsid w:val="003D387B"/>
    <w:rsid w:val="004F1F07"/>
    <w:rsid w:val="005725B0"/>
    <w:rsid w:val="00671A14"/>
    <w:rsid w:val="006C5529"/>
    <w:rsid w:val="00872C65"/>
    <w:rsid w:val="00D6475C"/>
    <w:rsid w:val="00E63F8E"/>
    <w:rsid w:val="00EF20F9"/>
    <w:rsid w:val="00F542BD"/>
    <w:rsid w:val="00F5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75C"/>
  </w:style>
  <w:style w:type="paragraph" w:styleId="Footer">
    <w:name w:val="footer"/>
    <w:basedOn w:val="Normal"/>
    <w:link w:val="FooterChar"/>
    <w:uiPriority w:val="99"/>
    <w:unhideWhenUsed/>
    <w:rsid w:val="00D647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GSA InnovationCurriculum Appendix C Deliverable 2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Tiffany</cp:lastModifiedBy>
  <cp:revision>2</cp:revision>
  <dcterms:created xsi:type="dcterms:W3CDTF">2017-09-28T19:11:00Z</dcterms:created>
  <dcterms:modified xsi:type="dcterms:W3CDTF">2017-09-28T19:11:00Z</dcterms:modified>
</cp:coreProperties>
</file>